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D648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88712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DE52FC" w14:textId="423F95D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8B6413">
        <w:rPr>
          <w:rFonts w:ascii="Corbel" w:hAnsi="Corbel"/>
          <w:i/>
          <w:smallCaps/>
          <w:sz w:val="24"/>
          <w:szCs w:val="24"/>
        </w:rPr>
        <w:t>2</w:t>
      </w:r>
      <w:r w:rsidR="002F2DB0">
        <w:rPr>
          <w:rFonts w:ascii="Corbel" w:hAnsi="Corbel"/>
          <w:i/>
          <w:smallCaps/>
          <w:sz w:val="24"/>
          <w:szCs w:val="24"/>
        </w:rPr>
        <w:t>-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8B6413">
        <w:rPr>
          <w:rFonts w:ascii="Corbel" w:hAnsi="Corbel"/>
          <w:i/>
          <w:smallCaps/>
          <w:sz w:val="24"/>
          <w:szCs w:val="24"/>
        </w:rPr>
        <w:t>5</w:t>
      </w:r>
    </w:p>
    <w:p w14:paraId="3C2238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7E92315" w14:textId="0D1F908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C55ABF">
        <w:rPr>
          <w:rFonts w:ascii="Corbel" w:hAnsi="Corbel"/>
          <w:sz w:val="20"/>
          <w:szCs w:val="20"/>
        </w:rPr>
        <w:t>2</w:t>
      </w:r>
      <w:r w:rsidR="000A16C0">
        <w:rPr>
          <w:rFonts w:ascii="Corbel" w:hAnsi="Corbel"/>
          <w:sz w:val="20"/>
          <w:szCs w:val="20"/>
        </w:rPr>
        <w:t>/202</w:t>
      </w:r>
      <w:r w:rsidR="00C55ABF">
        <w:rPr>
          <w:rFonts w:ascii="Corbel" w:hAnsi="Corbel"/>
          <w:sz w:val="20"/>
          <w:szCs w:val="20"/>
        </w:rPr>
        <w:t>3</w:t>
      </w:r>
    </w:p>
    <w:p w14:paraId="15F388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CCBA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3B0D8" w14:textId="77777777" w:rsidTr="00B819C8">
        <w:tc>
          <w:tcPr>
            <w:tcW w:w="2694" w:type="dxa"/>
            <w:vAlign w:val="center"/>
          </w:tcPr>
          <w:p w14:paraId="5B1844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F5CFDA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5EC3C84F" w14:textId="77777777" w:rsidTr="00B819C8">
        <w:tc>
          <w:tcPr>
            <w:tcW w:w="2694" w:type="dxa"/>
            <w:vAlign w:val="center"/>
          </w:tcPr>
          <w:p w14:paraId="13140F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9DFB7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1C4C424D" w14:textId="77777777" w:rsidTr="00B819C8">
        <w:tc>
          <w:tcPr>
            <w:tcW w:w="2694" w:type="dxa"/>
            <w:vAlign w:val="center"/>
          </w:tcPr>
          <w:p w14:paraId="17E869A0" w14:textId="07A1CCE7" w:rsidR="006B6F77" w:rsidRPr="009C54AE" w:rsidRDefault="008B6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B6F7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B6F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8DA51" w14:textId="2D88977A" w:rsidR="006B6F77" w:rsidRPr="009C54AE" w:rsidRDefault="008B6413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535ADB6E" w14:textId="77777777" w:rsidTr="00B819C8">
        <w:tc>
          <w:tcPr>
            <w:tcW w:w="2694" w:type="dxa"/>
            <w:vAlign w:val="center"/>
          </w:tcPr>
          <w:p w14:paraId="34983487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23ED7E" w14:textId="1066C33B" w:rsidR="006B6F77" w:rsidRPr="009C54AE" w:rsidRDefault="008B6413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6B6F77" w:rsidRPr="009C54AE" w14:paraId="32958D1F" w14:textId="77777777" w:rsidTr="00B819C8">
        <w:tc>
          <w:tcPr>
            <w:tcW w:w="2694" w:type="dxa"/>
            <w:vAlign w:val="center"/>
          </w:tcPr>
          <w:p w14:paraId="5FA0F0F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80932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14:paraId="6E62A9A1" w14:textId="77777777" w:rsidTr="00B819C8">
        <w:tc>
          <w:tcPr>
            <w:tcW w:w="2694" w:type="dxa"/>
            <w:vAlign w:val="center"/>
          </w:tcPr>
          <w:p w14:paraId="2E539C7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A5DED6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14:paraId="1C58EC79" w14:textId="77777777" w:rsidTr="00B819C8">
        <w:tc>
          <w:tcPr>
            <w:tcW w:w="2694" w:type="dxa"/>
            <w:vAlign w:val="center"/>
          </w:tcPr>
          <w:p w14:paraId="5A12894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9A2D8" w14:textId="77777777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C54AE" w14:paraId="43CB18BF" w14:textId="77777777" w:rsidTr="00B819C8">
        <w:tc>
          <w:tcPr>
            <w:tcW w:w="2694" w:type="dxa"/>
            <w:vAlign w:val="center"/>
          </w:tcPr>
          <w:p w14:paraId="1A7493AF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25D1F" w14:textId="62DF8842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C16CC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B641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B6F77" w:rsidRPr="009C54AE" w14:paraId="7A81F3F5" w14:textId="77777777" w:rsidTr="00B819C8">
        <w:tc>
          <w:tcPr>
            <w:tcW w:w="2694" w:type="dxa"/>
            <w:vAlign w:val="center"/>
          </w:tcPr>
          <w:p w14:paraId="618130D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3BF064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478CB10A" w14:textId="77777777" w:rsidTr="00B819C8">
        <w:tc>
          <w:tcPr>
            <w:tcW w:w="2694" w:type="dxa"/>
            <w:vAlign w:val="center"/>
          </w:tcPr>
          <w:p w14:paraId="6678F0B8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7A047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14:paraId="71CE0447" w14:textId="77777777" w:rsidTr="00B819C8">
        <w:tc>
          <w:tcPr>
            <w:tcW w:w="2694" w:type="dxa"/>
            <w:vAlign w:val="center"/>
          </w:tcPr>
          <w:p w14:paraId="7B70A006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B80CC1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14:paraId="6BD034CF" w14:textId="77777777" w:rsidTr="00B819C8">
        <w:tc>
          <w:tcPr>
            <w:tcW w:w="2694" w:type="dxa"/>
            <w:vAlign w:val="center"/>
          </w:tcPr>
          <w:p w14:paraId="07871287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DE8CE6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14:paraId="0179EA86" w14:textId="77777777" w:rsidTr="00B819C8">
        <w:tc>
          <w:tcPr>
            <w:tcW w:w="2694" w:type="dxa"/>
            <w:vAlign w:val="center"/>
          </w:tcPr>
          <w:p w14:paraId="2D86E09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61B56D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D26B49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EA5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29B9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B400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9E30A9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70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B260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D1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8D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F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1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62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3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B1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7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55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DBC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C968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60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EC9C" w14:textId="77777777" w:rsidR="00015B8F" w:rsidRPr="009C54AE" w:rsidRDefault="000C1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FE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83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A9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9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1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7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829E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1222A1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BA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13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6D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B4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05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5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A8C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96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7BC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D3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6B605C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0897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9257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108016" w14:textId="68EFE2CF" w:rsidR="0085747A" w:rsidRPr="009C54AE" w:rsidRDefault="00F268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0E84B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0627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1B2E70" w14:textId="5AA8065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CD16723" w14:textId="77777777"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86E8B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A62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D504BF" w14:textId="77777777" w:rsidTr="00745302">
        <w:tc>
          <w:tcPr>
            <w:tcW w:w="9670" w:type="dxa"/>
          </w:tcPr>
          <w:p w14:paraId="61D385C6" w14:textId="77777777"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14:paraId="0ABFF2D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23B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DED1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176F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9B3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061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B11E669" w14:textId="77777777" w:rsidTr="00923D7D">
        <w:tc>
          <w:tcPr>
            <w:tcW w:w="851" w:type="dxa"/>
            <w:vAlign w:val="center"/>
          </w:tcPr>
          <w:p w14:paraId="0E6538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224DDC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14:paraId="17A7243B" w14:textId="77777777" w:rsidTr="00923D7D">
        <w:tc>
          <w:tcPr>
            <w:tcW w:w="851" w:type="dxa"/>
            <w:vAlign w:val="center"/>
          </w:tcPr>
          <w:p w14:paraId="68C11CCA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7A58A2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14:paraId="79863E48" w14:textId="77777777" w:rsidTr="00923D7D">
        <w:tc>
          <w:tcPr>
            <w:tcW w:w="851" w:type="dxa"/>
            <w:vAlign w:val="center"/>
          </w:tcPr>
          <w:p w14:paraId="0225BC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AC5001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14:paraId="2E1054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7764B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5F1F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83A8F22" w14:textId="77777777" w:rsidTr="0071620A">
        <w:tc>
          <w:tcPr>
            <w:tcW w:w="1701" w:type="dxa"/>
            <w:vAlign w:val="center"/>
          </w:tcPr>
          <w:p w14:paraId="1A48C1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314E75" w14:textId="77777777"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9BD2DF" w14:textId="77777777"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EF56B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5B538F" w14:textId="77777777" w:rsidTr="005E6E85">
        <w:tc>
          <w:tcPr>
            <w:tcW w:w="1701" w:type="dxa"/>
          </w:tcPr>
          <w:p w14:paraId="3991E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57575F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14:paraId="0ABF9AB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14:paraId="739F826C" w14:textId="77777777"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48A3840" w14:textId="77777777" w:rsidTr="005E6E85">
        <w:tc>
          <w:tcPr>
            <w:tcW w:w="1701" w:type="dxa"/>
          </w:tcPr>
          <w:p w14:paraId="4FA165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B41D9B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14:paraId="01E0B97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14:paraId="25381B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2D73131" w14:textId="77777777" w:rsidTr="005E6E85">
        <w:tc>
          <w:tcPr>
            <w:tcW w:w="1701" w:type="dxa"/>
          </w:tcPr>
          <w:p w14:paraId="759CEA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FEBAEDA" w14:textId="77777777"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14:paraId="2F9FB770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14:paraId="1D4D20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14:paraId="5E2C94B6" w14:textId="77777777" w:rsidTr="005E6E85">
        <w:tc>
          <w:tcPr>
            <w:tcW w:w="1701" w:type="dxa"/>
          </w:tcPr>
          <w:p w14:paraId="0486E10C" w14:textId="77777777"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5743E55" w14:textId="77777777"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14:paraId="17882CD5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6F51DF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04E6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16A95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66ABC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6DDB2C" w14:textId="77777777" w:rsidTr="00923D7D">
        <w:tc>
          <w:tcPr>
            <w:tcW w:w="9639" w:type="dxa"/>
          </w:tcPr>
          <w:p w14:paraId="67BF21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8897A4" w14:textId="77777777" w:rsidTr="00923D7D">
        <w:tc>
          <w:tcPr>
            <w:tcW w:w="9639" w:type="dxa"/>
          </w:tcPr>
          <w:p w14:paraId="537DEA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F91DA15" w14:textId="77777777" w:rsidTr="00923D7D">
        <w:tc>
          <w:tcPr>
            <w:tcW w:w="9639" w:type="dxa"/>
          </w:tcPr>
          <w:p w14:paraId="332E3A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A9838C9" w14:textId="77777777" w:rsidTr="00923D7D">
        <w:tc>
          <w:tcPr>
            <w:tcW w:w="9639" w:type="dxa"/>
          </w:tcPr>
          <w:p w14:paraId="69681F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C75D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A031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056E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683882" w14:textId="77777777" w:rsidTr="00923D7D">
        <w:tc>
          <w:tcPr>
            <w:tcW w:w="9639" w:type="dxa"/>
          </w:tcPr>
          <w:p w14:paraId="5070332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63489A" w14:textId="77777777" w:rsidTr="00923D7D">
        <w:tc>
          <w:tcPr>
            <w:tcW w:w="9639" w:type="dxa"/>
          </w:tcPr>
          <w:p w14:paraId="684CDA65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033E6F9C" w14:textId="77777777" w:rsidTr="00923D7D">
        <w:tc>
          <w:tcPr>
            <w:tcW w:w="9639" w:type="dxa"/>
          </w:tcPr>
          <w:p w14:paraId="66E53C12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14:paraId="47AAC824" w14:textId="77777777" w:rsidTr="00923D7D">
        <w:tc>
          <w:tcPr>
            <w:tcW w:w="9639" w:type="dxa"/>
          </w:tcPr>
          <w:p w14:paraId="0D4C6AD3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14:paraId="3AA06590" w14:textId="77777777" w:rsidTr="00923D7D">
        <w:tc>
          <w:tcPr>
            <w:tcW w:w="9639" w:type="dxa"/>
          </w:tcPr>
          <w:p w14:paraId="7DCCF358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C54AE" w14:paraId="60FE661D" w14:textId="77777777" w:rsidTr="00923D7D">
        <w:tc>
          <w:tcPr>
            <w:tcW w:w="9639" w:type="dxa"/>
          </w:tcPr>
          <w:p w14:paraId="3665230C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C54AE" w14:paraId="132299E9" w14:textId="77777777" w:rsidTr="00923D7D">
        <w:tc>
          <w:tcPr>
            <w:tcW w:w="9639" w:type="dxa"/>
          </w:tcPr>
          <w:p w14:paraId="1AA04FD0" w14:textId="77777777"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14:paraId="31772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2073F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7CCB15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E49C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7659F1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03B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452B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9B0D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5A25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6793A10" w14:textId="77777777" w:rsidTr="00C05F44">
        <w:tc>
          <w:tcPr>
            <w:tcW w:w="1985" w:type="dxa"/>
            <w:vAlign w:val="center"/>
          </w:tcPr>
          <w:p w14:paraId="6B521A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D90FF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D4562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DE9DB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5510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DF929C2" w14:textId="77777777" w:rsidTr="00C05F44">
        <w:tc>
          <w:tcPr>
            <w:tcW w:w="1985" w:type="dxa"/>
          </w:tcPr>
          <w:p w14:paraId="63B53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A612F80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3D681BA4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788C342C" w14:textId="77777777" w:rsidTr="00C05F44">
        <w:tc>
          <w:tcPr>
            <w:tcW w:w="1985" w:type="dxa"/>
          </w:tcPr>
          <w:p w14:paraId="3AC3E6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77FD1D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7E35FF33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0B7A925C" w14:textId="77777777" w:rsidTr="00C05F44">
        <w:tc>
          <w:tcPr>
            <w:tcW w:w="1985" w:type="dxa"/>
          </w:tcPr>
          <w:p w14:paraId="35BA6483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AEB80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BD7A8FC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6A4D59AA" w14:textId="77777777" w:rsidTr="00C05F44">
        <w:tc>
          <w:tcPr>
            <w:tcW w:w="1985" w:type="dxa"/>
          </w:tcPr>
          <w:p w14:paraId="784D797B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3A6E60" w14:textId="77777777"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0FA93B1C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75CD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247E3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C906E" w14:textId="77777777" w:rsidR="00923D7D" w:rsidRPr="009C54AE" w:rsidRDefault="00923D7D" w:rsidP="004F3E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2D6B" w14:textId="77777777" w:rsidTr="00923D7D">
        <w:tc>
          <w:tcPr>
            <w:tcW w:w="9670" w:type="dxa"/>
          </w:tcPr>
          <w:p w14:paraId="3A5D91F2" w14:textId="77777777" w:rsidR="004F3E30" w:rsidRPr="009C54AE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B4BD6B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5AD376CE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są przeliczane na procenty, którym odpowiadają oceny: </w:t>
            </w:r>
          </w:p>
          <w:p w14:paraId="7D819ADE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701F3546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784BBDBB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0CBAA027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E9EBD53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5AD20C17" w14:textId="77777777" w:rsidR="004F3E30" w:rsidRPr="009C54AE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726C0C5" w14:textId="77777777" w:rsidR="0085747A" w:rsidRPr="009C54AE" w:rsidRDefault="0085747A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E132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52571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E3A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18F649" w14:textId="77777777" w:rsidTr="003E1941">
        <w:tc>
          <w:tcPr>
            <w:tcW w:w="4962" w:type="dxa"/>
            <w:vAlign w:val="center"/>
          </w:tcPr>
          <w:p w14:paraId="66AC1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247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9FC75D" w14:textId="77777777" w:rsidTr="00923D7D">
        <w:tc>
          <w:tcPr>
            <w:tcW w:w="4962" w:type="dxa"/>
          </w:tcPr>
          <w:p w14:paraId="09AD299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202106" w14:textId="77777777" w:rsidR="0085747A" w:rsidRPr="009C54AE" w:rsidRDefault="006B34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79EBBDA" w14:textId="77777777" w:rsidTr="00923D7D">
        <w:tc>
          <w:tcPr>
            <w:tcW w:w="4962" w:type="dxa"/>
          </w:tcPr>
          <w:p w14:paraId="16AFE8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7CBBB5" w14:textId="7B0D3F2C" w:rsidR="00C61DC5" w:rsidRPr="009C54AE" w:rsidRDefault="006B2F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0F9232F" w14:textId="77777777" w:rsidR="006B2FDE" w:rsidRDefault="006B2F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3A10AE" w14:textId="683605A3" w:rsidR="00C61DC5" w:rsidRPr="009C54AE" w:rsidRDefault="00F268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0BBB658" w14:textId="77777777" w:rsidTr="00923D7D">
        <w:tc>
          <w:tcPr>
            <w:tcW w:w="4962" w:type="dxa"/>
          </w:tcPr>
          <w:p w14:paraId="2F996F77" w14:textId="77777777"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14:paraId="2C55F6D5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D0F6B68" w14:textId="69DE88C5" w:rsidR="00ED4D15" w:rsidRPr="009C54AE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kolokwium </w:t>
            </w:r>
          </w:p>
        </w:tc>
        <w:tc>
          <w:tcPr>
            <w:tcW w:w="4677" w:type="dxa"/>
          </w:tcPr>
          <w:p w14:paraId="0398579E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65EBFE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1B2D78" w14:textId="73189665" w:rsidR="00C61DC5" w:rsidRDefault="008B6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26873">
              <w:rPr>
                <w:rFonts w:ascii="Corbel" w:hAnsi="Corbel"/>
                <w:sz w:val="24"/>
                <w:szCs w:val="24"/>
              </w:rPr>
              <w:t>0</w:t>
            </w:r>
          </w:p>
          <w:p w14:paraId="20ABFEEE" w14:textId="1153F95F" w:rsidR="00521B98" w:rsidRDefault="00ED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873">
              <w:rPr>
                <w:rFonts w:ascii="Corbel" w:hAnsi="Corbel"/>
                <w:sz w:val="24"/>
                <w:szCs w:val="24"/>
              </w:rPr>
              <w:t>5</w:t>
            </w:r>
          </w:p>
          <w:p w14:paraId="015FBBFE" w14:textId="26694BD3" w:rsidR="00ED4D15" w:rsidRPr="009C54AE" w:rsidRDefault="00ED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1C48F4D" w14:textId="77777777" w:rsidTr="00923D7D">
        <w:tc>
          <w:tcPr>
            <w:tcW w:w="4962" w:type="dxa"/>
          </w:tcPr>
          <w:p w14:paraId="4C4F3B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69F8BD8" w14:textId="76F54C01" w:rsidR="0085747A" w:rsidRPr="009C54AE" w:rsidRDefault="008B6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2852DE" w14:textId="77777777" w:rsidTr="00923D7D">
        <w:tc>
          <w:tcPr>
            <w:tcW w:w="4962" w:type="dxa"/>
          </w:tcPr>
          <w:p w14:paraId="6CBA28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ADEB4A" w14:textId="77777777"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FFF8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EB19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F7A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2542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EB2D5A" w14:textId="77777777" w:rsidTr="0071620A">
        <w:trPr>
          <w:trHeight w:val="397"/>
        </w:trPr>
        <w:tc>
          <w:tcPr>
            <w:tcW w:w="3544" w:type="dxa"/>
          </w:tcPr>
          <w:p w14:paraId="51BE99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0DA7CD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1D32FA" w14:textId="77777777" w:rsidTr="0071620A">
        <w:trPr>
          <w:trHeight w:val="397"/>
        </w:trPr>
        <w:tc>
          <w:tcPr>
            <w:tcW w:w="3544" w:type="dxa"/>
          </w:tcPr>
          <w:p w14:paraId="7F37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E5A5FA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395B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74CD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93B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009E6F" w14:textId="77777777" w:rsidTr="0071620A">
        <w:trPr>
          <w:trHeight w:val="397"/>
        </w:trPr>
        <w:tc>
          <w:tcPr>
            <w:tcW w:w="7513" w:type="dxa"/>
          </w:tcPr>
          <w:p w14:paraId="428F7CA5" w14:textId="77777777" w:rsidR="00FA1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AD9D3C" w14:textId="77777777"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Leary M</w:t>
            </w:r>
            <w:r w:rsidR="00EA33B8">
              <w:rPr>
                <w:rFonts w:ascii="Corbel" w:hAnsi="Corbel"/>
                <w:b w:val="0"/>
                <w:smallCaps w:val="0"/>
                <w:szCs w:val="24"/>
              </w:rPr>
              <w:t>., Wywieranie wrażenia. Strategie autoprezentacyjne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Gdańskie Wydawni</w:t>
            </w:r>
            <w:r w:rsidR="00EA33B8">
              <w:rPr>
                <w:rFonts w:ascii="Corbel" w:hAnsi="Corbel"/>
                <w:b w:val="0"/>
                <w:smallCaps w:val="0"/>
                <w:szCs w:val="24"/>
              </w:rPr>
              <w:t>ctwo Psychologiczne, Gdańsk 2017</w:t>
            </w:r>
          </w:p>
          <w:p w14:paraId="4075D1BA" w14:textId="77777777"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Mc KayM., Davis M., Fanning</w:t>
            </w:r>
            <w:r w:rsidR="00E63EC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skutecznego porozumiewania się, Gdańskie Wydawnic</w:t>
            </w:r>
            <w:r w:rsidR="00C55ABF">
              <w:rPr>
                <w:rFonts w:ascii="Corbel" w:hAnsi="Corbel"/>
                <w:b w:val="0"/>
                <w:smallCaps w:val="0"/>
                <w:szCs w:val="24"/>
              </w:rPr>
              <w:t>two Psychologiczne, Gdańsk 2007</w:t>
            </w:r>
            <w:r w:rsidR="00E63EC7">
              <w:rPr>
                <w:rFonts w:ascii="Corbel" w:hAnsi="Corbel"/>
                <w:b w:val="0"/>
                <w:smallCaps w:val="0"/>
                <w:szCs w:val="24"/>
              </w:rPr>
              <w:t>, Część IV – sztuka komunikowania się w sytuacjach towarzyskich, s 190-219.</w:t>
            </w:r>
          </w:p>
          <w:p w14:paraId="02FB98A0" w14:textId="77777777" w:rsidR="00C55ABF" w:rsidRDefault="00C55ABF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Savoir-vivre, czyli jak ułatwić sobie życie, Wydawnictwo BOSZ, Olszanica 2018</w:t>
            </w:r>
          </w:p>
          <w:p w14:paraId="091AF39E" w14:textId="77777777" w:rsidR="00BD362A" w:rsidRPr="009C54AE" w:rsidRDefault="00BD362A" w:rsidP="001F5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1FEB899" w14:textId="77777777" w:rsidTr="0071620A">
        <w:trPr>
          <w:trHeight w:val="397"/>
        </w:trPr>
        <w:tc>
          <w:tcPr>
            <w:tcW w:w="7513" w:type="dxa"/>
          </w:tcPr>
          <w:p w14:paraId="34CAF55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32B9CF" w14:textId="77777777" w:rsidR="0019200E" w:rsidRDefault="00C55ABF" w:rsidP="00E82D0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 A. B., To</w:t>
            </w:r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Rebis, Poznań 2010</w:t>
            </w:r>
          </w:p>
          <w:p w14:paraId="5A0F24AC" w14:textId="77777777" w:rsidR="001F521D" w:rsidRPr="001F521D" w:rsidRDefault="00E63EC7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Polański G. , </w:t>
            </w:r>
            <w:r w:rsidR="001F521D">
              <w:rPr>
                <w:rFonts w:ascii="Corbel" w:hAnsi="Corbel"/>
                <w:b w:val="0"/>
                <w:smallCaps w:val="0"/>
                <w:szCs w:val="24"/>
              </w:rPr>
              <w:t>Pokolenia X i Y. Kompetencje społeczne. Mediatyzacja codzienności, Wydawnictwo Uniwersytetu Rzeszowskiego, Rzeszów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 rozdział: Kompetencje społeczne – pojecie i uwarunkowania rozwoju, s. 61-95.</w:t>
            </w:r>
          </w:p>
        </w:tc>
      </w:tr>
    </w:tbl>
    <w:p w14:paraId="73FC7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8BFC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E74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5F63" w14:textId="77777777" w:rsidR="00C55987" w:rsidRDefault="00C55987" w:rsidP="00C16ABF">
      <w:pPr>
        <w:spacing w:after="0" w:line="240" w:lineRule="auto"/>
      </w:pPr>
      <w:r>
        <w:separator/>
      </w:r>
    </w:p>
  </w:endnote>
  <w:endnote w:type="continuationSeparator" w:id="0">
    <w:p w14:paraId="4FDA12AD" w14:textId="77777777" w:rsidR="00C55987" w:rsidRDefault="00C559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82EB1" w14:textId="77777777" w:rsidR="00C55987" w:rsidRDefault="00C55987" w:rsidP="00C16ABF">
      <w:pPr>
        <w:spacing w:after="0" w:line="240" w:lineRule="auto"/>
      </w:pPr>
      <w:r>
        <w:separator/>
      </w:r>
    </w:p>
  </w:footnote>
  <w:footnote w:type="continuationSeparator" w:id="0">
    <w:p w14:paraId="526D274D" w14:textId="77777777" w:rsidR="00C55987" w:rsidRDefault="00C55987" w:rsidP="00C16ABF">
      <w:pPr>
        <w:spacing w:after="0" w:line="240" w:lineRule="auto"/>
      </w:pPr>
      <w:r>
        <w:continuationSeparator/>
      </w:r>
    </w:p>
  </w:footnote>
  <w:footnote w:id="1">
    <w:p w14:paraId="1E2F8E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51406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16C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1F521D"/>
    <w:rsid w:val="00203CC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217"/>
    <w:rsid w:val="002A22BF"/>
    <w:rsid w:val="002A2389"/>
    <w:rsid w:val="002A3F0D"/>
    <w:rsid w:val="002A671D"/>
    <w:rsid w:val="002A6723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51C5"/>
    <w:rsid w:val="0032401A"/>
    <w:rsid w:val="003343CF"/>
    <w:rsid w:val="00346FE9"/>
    <w:rsid w:val="0034759A"/>
    <w:rsid w:val="003503F6"/>
    <w:rsid w:val="003530DD"/>
    <w:rsid w:val="00363F78"/>
    <w:rsid w:val="00375707"/>
    <w:rsid w:val="003A0A5B"/>
    <w:rsid w:val="003A1176"/>
    <w:rsid w:val="003A2EE1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FD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E30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6696D"/>
    <w:rsid w:val="00573EF9"/>
    <w:rsid w:val="0059484D"/>
    <w:rsid w:val="005A0855"/>
    <w:rsid w:val="005A2BB1"/>
    <w:rsid w:val="005A3196"/>
    <w:rsid w:val="005C080F"/>
    <w:rsid w:val="005C55E5"/>
    <w:rsid w:val="005C696A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2FDE"/>
    <w:rsid w:val="006B3414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4D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B641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AD4"/>
    <w:rsid w:val="009508DF"/>
    <w:rsid w:val="00950DAC"/>
    <w:rsid w:val="00954A07"/>
    <w:rsid w:val="00997F14"/>
    <w:rsid w:val="009A758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59A"/>
    <w:rsid w:val="00B43B77"/>
    <w:rsid w:val="00B43E80"/>
    <w:rsid w:val="00B54708"/>
    <w:rsid w:val="00B607DB"/>
    <w:rsid w:val="00B66529"/>
    <w:rsid w:val="00B75946"/>
    <w:rsid w:val="00B8056E"/>
    <w:rsid w:val="00B819C8"/>
    <w:rsid w:val="00B82308"/>
    <w:rsid w:val="00B90885"/>
    <w:rsid w:val="00BB520A"/>
    <w:rsid w:val="00BB62A4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87"/>
    <w:rsid w:val="00C55ABF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63EC7"/>
    <w:rsid w:val="00E7368A"/>
    <w:rsid w:val="00E77E88"/>
    <w:rsid w:val="00E8107D"/>
    <w:rsid w:val="00E82D03"/>
    <w:rsid w:val="00E960BB"/>
    <w:rsid w:val="00EA2074"/>
    <w:rsid w:val="00EA33B8"/>
    <w:rsid w:val="00EA4832"/>
    <w:rsid w:val="00EA4E9D"/>
    <w:rsid w:val="00EC4899"/>
    <w:rsid w:val="00ED03AB"/>
    <w:rsid w:val="00ED32D2"/>
    <w:rsid w:val="00ED4D15"/>
    <w:rsid w:val="00EE1D0C"/>
    <w:rsid w:val="00EE32DE"/>
    <w:rsid w:val="00EE5457"/>
    <w:rsid w:val="00F070AB"/>
    <w:rsid w:val="00F17567"/>
    <w:rsid w:val="00F26873"/>
    <w:rsid w:val="00F27A7B"/>
    <w:rsid w:val="00F526AF"/>
    <w:rsid w:val="00F617C3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06DE"/>
  <w15:docId w15:val="{FEAA02A3-8DAC-490B-B708-E2E419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DE07-7BE1-436D-8036-1CF90654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8</cp:revision>
  <cp:lastPrinted>2019-02-06T12:12:00Z</cp:lastPrinted>
  <dcterms:created xsi:type="dcterms:W3CDTF">2022-04-27T10:06:00Z</dcterms:created>
  <dcterms:modified xsi:type="dcterms:W3CDTF">2022-05-30T16:55:00Z</dcterms:modified>
</cp:coreProperties>
</file>